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6AB9B" w14:textId="43296BFA" w:rsidR="00B97ED3" w:rsidRPr="00F07281" w:rsidRDefault="00F80BAC" w:rsidP="00232332">
      <w:pPr>
        <w:pStyle w:val="Ttulo1"/>
        <w:jc w:val="center"/>
        <w:rPr>
          <w:lang w:val="en-GB"/>
        </w:rPr>
      </w:pPr>
      <w:r w:rsidRPr="00F07281">
        <w:rPr>
          <w:lang w:val="en-GB"/>
        </w:rPr>
        <w:t xml:space="preserve">Paper </w:t>
      </w:r>
      <w:r w:rsidR="0085448F" w:rsidRPr="00F07281">
        <w:rPr>
          <w:lang w:val="en-GB"/>
        </w:rPr>
        <w:t>Title</w:t>
      </w:r>
    </w:p>
    <w:p w14:paraId="3DB21361" w14:textId="6DD6F996" w:rsidR="00232332" w:rsidRPr="0085448F" w:rsidRDefault="0085448F" w:rsidP="00232332">
      <w:pPr>
        <w:pStyle w:val="author"/>
        <w:jc w:val="center"/>
        <w:rPr>
          <w:vertAlign w:val="superscript"/>
          <w:lang w:val="en-GB"/>
        </w:rPr>
      </w:pPr>
      <w:r w:rsidRPr="0085448F">
        <w:rPr>
          <w:lang w:val="en-GB"/>
        </w:rPr>
        <w:t>Author 1</w:t>
      </w:r>
      <w:r w:rsidR="00232332" w:rsidRPr="0085448F">
        <w:rPr>
          <w:vertAlign w:val="superscript"/>
          <w:lang w:val="en-GB"/>
        </w:rPr>
        <w:t>1</w:t>
      </w:r>
      <w:r w:rsidR="00232332" w:rsidRPr="0085448F">
        <w:rPr>
          <w:lang w:val="en-GB"/>
        </w:rPr>
        <w:t xml:space="preserve">, </w:t>
      </w:r>
      <w:r w:rsidR="00EA431F" w:rsidRPr="0085448F">
        <w:rPr>
          <w:lang w:val="en-GB"/>
        </w:rPr>
        <w:t xml:space="preserve">Sofia </w:t>
      </w:r>
      <w:r w:rsidRPr="0085448F">
        <w:rPr>
          <w:lang w:val="en-GB"/>
        </w:rPr>
        <w:t>Author 2</w:t>
      </w:r>
      <w:r w:rsidR="00232332" w:rsidRPr="0085448F">
        <w:rPr>
          <w:vertAlign w:val="superscript"/>
          <w:lang w:val="en-GB"/>
        </w:rPr>
        <w:t>2</w:t>
      </w:r>
      <w:r w:rsidR="00232332" w:rsidRPr="0085448F">
        <w:rPr>
          <w:lang w:val="en-GB"/>
        </w:rPr>
        <w:t xml:space="preserve">, </w:t>
      </w:r>
      <w:r w:rsidRPr="0085448F">
        <w:rPr>
          <w:lang w:val="en-GB"/>
        </w:rPr>
        <w:t>...</w:t>
      </w:r>
    </w:p>
    <w:p w14:paraId="739E414F" w14:textId="7765D8B6" w:rsidR="007C618B" w:rsidRDefault="00EA431F" w:rsidP="00566AA0">
      <w:pPr>
        <w:pStyle w:val="affiliation"/>
        <w:rPr>
          <w:lang w:eastAsia="pt-PT"/>
        </w:rPr>
      </w:pPr>
      <w:r>
        <w:rPr>
          <w:vertAlign w:val="superscript"/>
        </w:rPr>
        <w:t>1</w:t>
      </w:r>
      <w:r w:rsidR="00101A3A" w:rsidRPr="008D3C49">
        <w:rPr>
          <w:vertAlign w:val="superscript"/>
        </w:rPr>
        <w:t xml:space="preserve"> </w:t>
      </w:r>
      <w:r w:rsidR="0085448F">
        <w:rPr>
          <w:lang w:eastAsia="pt-PT"/>
        </w:rPr>
        <w:t>Affiliation Author 1</w:t>
      </w:r>
      <w:r w:rsidR="00F37252">
        <w:rPr>
          <w:lang w:eastAsia="pt-PT"/>
        </w:rPr>
        <w:t xml:space="preserve">; </w:t>
      </w:r>
    </w:p>
    <w:p w14:paraId="193C7913" w14:textId="260E81E4" w:rsidR="007C618B" w:rsidRPr="00F07281" w:rsidRDefault="00EA431F" w:rsidP="00566AA0">
      <w:pPr>
        <w:pStyle w:val="affiliation"/>
        <w:rPr>
          <w:lang w:val="en-GB" w:eastAsia="pt-PT"/>
        </w:rPr>
      </w:pPr>
      <w:r w:rsidRPr="00F07281">
        <w:rPr>
          <w:vertAlign w:val="superscript"/>
          <w:lang w:val="en-GB" w:eastAsia="pt-PT"/>
        </w:rPr>
        <w:t>2</w:t>
      </w:r>
      <w:r w:rsidR="00566AA0" w:rsidRPr="00F07281">
        <w:rPr>
          <w:lang w:val="en-GB"/>
        </w:rPr>
        <w:t xml:space="preserve"> </w:t>
      </w:r>
      <w:r w:rsidR="0085448F">
        <w:rPr>
          <w:lang w:eastAsia="pt-PT"/>
        </w:rPr>
        <w:t>Affiliation Author 2</w:t>
      </w:r>
      <w:r w:rsidR="00F37252" w:rsidRPr="00F07281">
        <w:rPr>
          <w:lang w:val="en-GB" w:eastAsia="pt-PT"/>
        </w:rPr>
        <w:t xml:space="preserve">; </w:t>
      </w:r>
    </w:p>
    <w:p w14:paraId="7D30A2B3" w14:textId="1599CBB7" w:rsidR="00566AA0" w:rsidRPr="00566AA0" w:rsidRDefault="00566AA0" w:rsidP="00566AA0">
      <w:pPr>
        <w:pStyle w:val="affiliation"/>
        <w:rPr>
          <w:lang w:eastAsia="pt-PT"/>
        </w:rPr>
      </w:pPr>
    </w:p>
    <w:p w14:paraId="4DDE951A" w14:textId="663FC92B" w:rsidR="0067589B" w:rsidRPr="0067589B" w:rsidRDefault="00232332" w:rsidP="0067589B">
      <w:pPr>
        <w:pStyle w:val="abstract"/>
        <w:spacing w:before="100" w:beforeAutospacing="1" w:after="100" w:afterAutospacing="1"/>
        <w:rPr>
          <w:i/>
        </w:rPr>
      </w:pPr>
      <w:r w:rsidRPr="00232332">
        <w:rPr>
          <w:b/>
        </w:rPr>
        <w:t>Abstract  </w:t>
      </w:r>
      <w:r w:rsidR="0067589B" w:rsidRPr="0067589B">
        <w:rPr>
          <w:i/>
        </w:rPr>
        <w:t xml:space="preserve"> </w:t>
      </w:r>
      <w:r w:rsidR="0085448F">
        <w:rPr>
          <w:i/>
        </w:rPr>
        <w:t>Abstract text</w:t>
      </w:r>
    </w:p>
    <w:p w14:paraId="6F0AEBD2" w14:textId="11B13624" w:rsidR="001A74F2" w:rsidRPr="001A74F2" w:rsidRDefault="00DD1E93" w:rsidP="0067589B">
      <w:pPr>
        <w:spacing w:before="100" w:beforeAutospacing="1" w:after="100" w:afterAutospacing="1"/>
      </w:pPr>
      <w:r w:rsidRPr="00DD1E93">
        <w:rPr>
          <w:b/>
        </w:rPr>
        <w:t xml:space="preserve">Keyword </w:t>
      </w:r>
      <w:r w:rsidR="0085448F">
        <w:t>Keyword 1; Keyword 2; …</w:t>
      </w:r>
      <w:r w:rsidR="00C67210">
        <w:t>.</w:t>
      </w:r>
    </w:p>
    <w:p w14:paraId="61689DE3" w14:textId="77777777" w:rsidR="0085448F" w:rsidRDefault="0085448F" w:rsidP="00726280">
      <w:pPr>
        <w:pStyle w:val="heading10"/>
        <w:spacing w:before="100" w:beforeAutospacing="1" w:after="100" w:afterAutospacing="1"/>
      </w:pPr>
    </w:p>
    <w:p w14:paraId="1105CE47" w14:textId="77777777" w:rsidR="00232332" w:rsidRDefault="008639F5" w:rsidP="00726280">
      <w:pPr>
        <w:pStyle w:val="heading10"/>
        <w:spacing w:before="100" w:beforeAutospacing="1" w:after="100" w:afterAutospacing="1"/>
      </w:pPr>
      <w:r>
        <w:fldChar w:fldCharType="begin"/>
      </w:r>
      <w:r w:rsidR="00DD1E93" w:rsidRPr="00726280">
        <w:instrText xml:space="preserve"> TOC \o "1-9" \h \z \t "heading1;2;heading2;3;heading3;4;title;1" </w:instrText>
      </w:r>
      <w:r>
        <w:fldChar w:fldCharType="separate"/>
      </w:r>
      <w:r w:rsidR="00DD1E93">
        <w:t>Introduction</w:t>
      </w:r>
      <w:r>
        <w:fldChar w:fldCharType="end"/>
      </w:r>
    </w:p>
    <w:p w14:paraId="44AFE441" w14:textId="4885AE1A" w:rsidR="0017119B" w:rsidRDefault="0085448F" w:rsidP="00F80BAC">
      <w:pPr>
        <w:pStyle w:val="p1a"/>
        <w:spacing w:before="100" w:beforeAutospacing="1" w:after="100" w:afterAutospacing="1"/>
      </w:pPr>
      <w:r>
        <w:t>Introduction text.</w:t>
      </w:r>
    </w:p>
    <w:p w14:paraId="057DFDB6" w14:textId="77777777" w:rsidR="0085448F" w:rsidRDefault="0085448F" w:rsidP="00726280">
      <w:pPr>
        <w:pStyle w:val="heading10"/>
        <w:spacing w:before="100" w:beforeAutospacing="1" w:after="100" w:afterAutospacing="1"/>
      </w:pPr>
    </w:p>
    <w:p w14:paraId="2F45742E" w14:textId="26AD3013" w:rsidR="00DD1E93" w:rsidRDefault="0085448F" w:rsidP="00726280">
      <w:pPr>
        <w:pStyle w:val="heading10"/>
        <w:spacing w:before="100" w:beforeAutospacing="1" w:after="100" w:afterAutospacing="1"/>
      </w:pPr>
      <w:r>
        <w:t xml:space="preserve">Materials and </w:t>
      </w:r>
      <w:r w:rsidR="00DD1E93">
        <w:t>Method</w:t>
      </w:r>
      <w:r>
        <w:t>s</w:t>
      </w:r>
      <w:r w:rsidR="00DD1E93">
        <w:t xml:space="preserve"> </w:t>
      </w:r>
    </w:p>
    <w:p w14:paraId="1686D72A" w14:textId="7EE36C6C" w:rsidR="00710848" w:rsidRDefault="0085448F" w:rsidP="00FA49D3">
      <w:pPr>
        <w:pStyle w:val="p1a"/>
        <w:spacing w:before="100" w:beforeAutospacing="1" w:after="100" w:afterAutospacing="1"/>
      </w:pPr>
      <w:r>
        <w:t>Text about materials and methods here.</w:t>
      </w:r>
      <w:r w:rsidR="00720DEF">
        <w:t xml:space="preserve"> </w:t>
      </w:r>
    </w:p>
    <w:p w14:paraId="7F436764" w14:textId="77777777" w:rsidR="00B14E96" w:rsidRPr="00B14E96" w:rsidRDefault="00B14E96" w:rsidP="00B14E96"/>
    <w:p w14:paraId="57E2620F" w14:textId="77777777" w:rsidR="00DD1E93" w:rsidRDefault="00DD1E93" w:rsidP="00903122">
      <w:pPr>
        <w:pStyle w:val="heading10"/>
        <w:spacing w:before="100" w:beforeAutospacing="1" w:after="100" w:afterAutospacing="1"/>
      </w:pPr>
      <w:r>
        <w:t>Results</w:t>
      </w:r>
    </w:p>
    <w:p w14:paraId="37BA4851" w14:textId="13AD76B8" w:rsidR="0085448F" w:rsidRDefault="0085448F" w:rsidP="00772311">
      <w:pPr>
        <w:pStyle w:val="Default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Text about the results here.</w:t>
      </w:r>
    </w:p>
    <w:p w14:paraId="5D0105DA" w14:textId="77777777" w:rsidR="00F80BAC" w:rsidRDefault="00F80BAC" w:rsidP="00772311">
      <w:pPr>
        <w:pStyle w:val="Default"/>
        <w:jc w:val="both"/>
        <w:rPr>
          <w:sz w:val="20"/>
          <w:szCs w:val="20"/>
          <w:lang w:val="en-US"/>
        </w:rPr>
      </w:pPr>
    </w:p>
    <w:p w14:paraId="22D8C7AC" w14:textId="618B3076" w:rsidR="00392BC7" w:rsidRDefault="00392BC7" w:rsidP="00772311">
      <w:pPr>
        <w:pStyle w:val="Default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Figure </w:t>
      </w:r>
      <w:r w:rsidR="0085448F">
        <w:rPr>
          <w:sz w:val="20"/>
          <w:szCs w:val="20"/>
          <w:lang w:val="en-US"/>
        </w:rPr>
        <w:t>1</w:t>
      </w:r>
      <w:r>
        <w:rPr>
          <w:sz w:val="20"/>
          <w:szCs w:val="20"/>
          <w:lang w:val="en-US"/>
        </w:rPr>
        <w:t xml:space="preserve"> </w:t>
      </w:r>
      <w:r w:rsidR="0085448F">
        <w:rPr>
          <w:sz w:val="20"/>
          <w:szCs w:val="20"/>
          <w:lang w:val="en-US"/>
        </w:rPr>
        <w:t>…</w:t>
      </w:r>
      <w:r>
        <w:rPr>
          <w:sz w:val="20"/>
          <w:szCs w:val="20"/>
          <w:lang w:val="en-US"/>
        </w:rPr>
        <w:t>.</w:t>
      </w:r>
    </w:p>
    <w:p w14:paraId="7170CC60" w14:textId="77777777" w:rsidR="00392BC7" w:rsidRDefault="00392BC7" w:rsidP="00772311">
      <w:pPr>
        <w:pStyle w:val="Default"/>
        <w:jc w:val="both"/>
        <w:rPr>
          <w:sz w:val="20"/>
          <w:szCs w:val="20"/>
          <w:lang w:val="en-US"/>
        </w:rPr>
      </w:pPr>
    </w:p>
    <w:p w14:paraId="0F5D763D" w14:textId="3F794442" w:rsidR="00392BC7" w:rsidRDefault="0085448F" w:rsidP="0085448F">
      <w:pPr>
        <w:pStyle w:val="Default"/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GB" w:eastAsia="en-GB"/>
        </w:rPr>
        <w:lastRenderedPageBreak/>
        <w:drawing>
          <wp:inline distT="0" distB="0" distL="0" distR="0" wp14:anchorId="2A3C612F" wp14:editId="215C2FAC">
            <wp:extent cx="4211955" cy="22682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IPimage_logo-complet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1955" cy="226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92859" w14:textId="27AC7088" w:rsidR="00914015" w:rsidRDefault="00914015" w:rsidP="00914015">
      <w:pPr>
        <w:jc w:val="center"/>
      </w:pPr>
      <w:r>
        <w:t xml:space="preserve">Figure </w:t>
      </w:r>
      <w:r w:rsidR="0085448F">
        <w:t>1</w:t>
      </w:r>
      <w:r>
        <w:t xml:space="preserve">: </w:t>
      </w:r>
      <w:r w:rsidR="0085448F">
        <w:t>Caption</w:t>
      </w:r>
      <w:r>
        <w:t>.</w:t>
      </w:r>
    </w:p>
    <w:p w14:paraId="44DDC8F4" w14:textId="77777777" w:rsidR="00914015" w:rsidRDefault="00914015" w:rsidP="00772311">
      <w:pPr>
        <w:pStyle w:val="Default"/>
        <w:jc w:val="both"/>
        <w:rPr>
          <w:sz w:val="20"/>
          <w:szCs w:val="20"/>
          <w:lang w:val="en-US"/>
        </w:rPr>
      </w:pPr>
    </w:p>
    <w:p w14:paraId="5B534AEE" w14:textId="6959DE83" w:rsidR="008B1D90" w:rsidRDefault="008A2AC5" w:rsidP="00772311">
      <w:pPr>
        <w:pStyle w:val="Default"/>
        <w:jc w:val="both"/>
        <w:rPr>
          <w:sz w:val="20"/>
          <w:szCs w:val="20"/>
          <w:lang w:val="en-US"/>
        </w:rPr>
      </w:pPr>
      <w:r w:rsidRPr="008A2AC5">
        <w:rPr>
          <w:sz w:val="20"/>
          <w:szCs w:val="20"/>
          <w:lang w:val="en-US"/>
        </w:rPr>
        <w:t xml:space="preserve">The results </w:t>
      </w:r>
      <w:r w:rsidR="0085448F">
        <w:rPr>
          <w:sz w:val="20"/>
          <w:szCs w:val="20"/>
          <w:lang w:val="en-US"/>
        </w:rPr>
        <w:t>…</w:t>
      </w:r>
      <w:r w:rsidRPr="008A2AC5">
        <w:rPr>
          <w:sz w:val="20"/>
          <w:szCs w:val="20"/>
          <w:lang w:val="en-US"/>
        </w:rPr>
        <w:t xml:space="preserve"> Table 1.</w:t>
      </w:r>
      <w:r w:rsidR="00956B67">
        <w:rPr>
          <w:sz w:val="20"/>
          <w:szCs w:val="20"/>
          <w:lang w:val="en-US"/>
        </w:rPr>
        <w:t xml:space="preserve"> </w:t>
      </w:r>
    </w:p>
    <w:p w14:paraId="256E61E2" w14:textId="77777777" w:rsidR="00381F7F" w:rsidRDefault="00381F7F" w:rsidP="00772311">
      <w:pPr>
        <w:pStyle w:val="Default"/>
        <w:jc w:val="both"/>
        <w:rPr>
          <w:sz w:val="20"/>
          <w:szCs w:val="20"/>
          <w:lang w:val="en-US"/>
        </w:rPr>
      </w:pPr>
    </w:p>
    <w:p w14:paraId="2C737A69" w14:textId="7090A4C0" w:rsidR="008B1D90" w:rsidRDefault="00381F7F" w:rsidP="00772311">
      <w:pPr>
        <w:pStyle w:val="Default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Table 1: </w:t>
      </w:r>
      <w:r w:rsidR="0085448F">
        <w:rPr>
          <w:sz w:val="20"/>
          <w:szCs w:val="20"/>
          <w:lang w:val="en-US"/>
        </w:rPr>
        <w:t>Caption.</w:t>
      </w:r>
    </w:p>
    <w:tbl>
      <w:tblPr>
        <w:tblStyle w:val="TableClassic1"/>
        <w:tblW w:w="0" w:type="auto"/>
        <w:tblLook w:val="04A0" w:firstRow="1" w:lastRow="0" w:firstColumn="1" w:lastColumn="0" w:noHBand="0" w:noVBand="1"/>
      </w:tblPr>
      <w:tblGrid>
        <w:gridCol w:w="1252"/>
        <w:gridCol w:w="1001"/>
        <w:gridCol w:w="742"/>
        <w:gridCol w:w="1170"/>
        <w:gridCol w:w="766"/>
        <w:gridCol w:w="1702"/>
      </w:tblGrid>
      <w:tr w:rsidR="00381F7F" w14:paraId="48C3145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652BDC85" w14:textId="77777777" w:rsidR="00381F7F" w:rsidRDefault="00381F7F" w:rsidP="00772311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  <w:tc>
          <w:tcPr>
            <w:tcW w:w="1775" w:type="dxa"/>
            <w:gridSpan w:val="2"/>
          </w:tcPr>
          <w:p w14:paraId="48817476" w14:textId="5B39369B" w:rsidR="00381F7F" w:rsidRDefault="0085448F" w:rsidP="00F80BAC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Parameter 1</w:t>
            </w:r>
            <w:r w:rsidR="00381F7F">
              <w:rPr>
                <w:sz w:val="20"/>
                <w:szCs w:val="20"/>
                <w:lang w:val="en-US"/>
              </w:rPr>
              <w:t xml:space="preserve"> (mm)</w:t>
            </w:r>
          </w:p>
        </w:tc>
        <w:tc>
          <w:tcPr>
            <w:tcW w:w="1985" w:type="dxa"/>
            <w:gridSpan w:val="2"/>
          </w:tcPr>
          <w:p w14:paraId="295DB480" w14:textId="1A130D91" w:rsidR="00381F7F" w:rsidRDefault="0085448F" w:rsidP="00381F7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Parameter 2</w:t>
            </w:r>
          </w:p>
          <w:p w14:paraId="2988CC9E" w14:textId="7C72E4FF" w:rsidR="00381F7F" w:rsidRDefault="00381F7F" w:rsidP="00F80BAC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(mm)</w:t>
            </w:r>
          </w:p>
        </w:tc>
        <w:tc>
          <w:tcPr>
            <w:tcW w:w="1779" w:type="dxa"/>
          </w:tcPr>
          <w:p w14:paraId="357AF2D8" w14:textId="5E677CBE" w:rsidR="00381F7F" w:rsidRDefault="0085448F" w:rsidP="00F80BAC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Parameter 3</w:t>
            </w:r>
            <w:r w:rsidR="00F80BAC">
              <w:rPr>
                <w:sz w:val="20"/>
                <w:szCs w:val="20"/>
                <w:lang w:val="en-US"/>
              </w:rPr>
              <w:br/>
            </w:r>
            <w:r w:rsidR="00EC304B">
              <w:rPr>
                <w:sz w:val="20"/>
                <w:szCs w:val="20"/>
                <w:lang w:val="en-US"/>
              </w:rPr>
              <w:t>(mm)</w:t>
            </w:r>
          </w:p>
        </w:tc>
      </w:tr>
      <w:tr w:rsidR="00381F7F" w14:paraId="5545928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7EF15A6C" w14:textId="2C5192A9" w:rsidR="00381F7F" w:rsidRDefault="0085448F" w:rsidP="00381F7F">
            <w:pPr>
              <w:pStyle w:val="Default"/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One</w:t>
            </w:r>
          </w:p>
        </w:tc>
        <w:tc>
          <w:tcPr>
            <w:tcW w:w="1018" w:type="dxa"/>
          </w:tcPr>
          <w:p w14:paraId="0C26E03E" w14:textId="77777777" w:rsidR="003E2D0E" w:rsidRDefault="00381F7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757" w:type="dxa"/>
          </w:tcPr>
          <w:p w14:paraId="4A755981" w14:textId="77777777" w:rsidR="003E2D0E" w:rsidRDefault="00381F7F">
            <w:pPr>
              <w:pStyle w:val="Default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202" w:type="dxa"/>
          </w:tcPr>
          <w:p w14:paraId="12F77F6F" w14:textId="77777777" w:rsidR="003E2D0E" w:rsidRDefault="00EC30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43</w:t>
            </w:r>
          </w:p>
        </w:tc>
        <w:tc>
          <w:tcPr>
            <w:tcW w:w="783" w:type="dxa"/>
          </w:tcPr>
          <w:p w14:paraId="3BE0896F" w14:textId="77777777" w:rsidR="003E2D0E" w:rsidRDefault="00EC304B">
            <w:pPr>
              <w:pStyle w:val="Default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779" w:type="dxa"/>
          </w:tcPr>
          <w:p w14:paraId="3005456F" w14:textId="77777777" w:rsidR="003E2D0E" w:rsidRDefault="00EC304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51</w:t>
            </w:r>
          </w:p>
        </w:tc>
      </w:tr>
      <w:tr w:rsidR="00381F7F" w14:paraId="3A9D5A5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69144C9E" w14:textId="77777777" w:rsidR="00381F7F" w:rsidRDefault="00381F7F" w:rsidP="008B1D90">
            <w:pPr>
              <w:pStyle w:val="Default"/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018" w:type="dxa"/>
          </w:tcPr>
          <w:p w14:paraId="4ACC2CFA" w14:textId="77777777" w:rsidR="00381F7F" w:rsidRDefault="00381F7F" w:rsidP="0077231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57" w:type="dxa"/>
          </w:tcPr>
          <w:p w14:paraId="15E65C06" w14:textId="77777777" w:rsidR="00381F7F" w:rsidRDefault="00381F7F" w:rsidP="0077231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</w:tcPr>
          <w:p w14:paraId="4165068E" w14:textId="77777777" w:rsidR="00381F7F" w:rsidRDefault="00381F7F" w:rsidP="0077231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783" w:type="dxa"/>
          </w:tcPr>
          <w:p w14:paraId="5BB94E26" w14:textId="77777777" w:rsidR="00381F7F" w:rsidRDefault="00381F7F" w:rsidP="00772311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  <w:tc>
          <w:tcPr>
            <w:tcW w:w="1779" w:type="dxa"/>
          </w:tcPr>
          <w:p w14:paraId="6EF7FC77" w14:textId="77777777" w:rsidR="00381F7F" w:rsidRDefault="00381F7F" w:rsidP="00EC304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381F7F" w14:paraId="60E5910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0" w:type="dxa"/>
          </w:tcPr>
          <w:p w14:paraId="419E9D48" w14:textId="12EE27B3" w:rsidR="00381F7F" w:rsidRDefault="0085448F" w:rsidP="008B1D90">
            <w:pPr>
              <w:pStyle w:val="Default"/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Two</w:t>
            </w:r>
          </w:p>
        </w:tc>
        <w:tc>
          <w:tcPr>
            <w:tcW w:w="1018" w:type="dxa"/>
          </w:tcPr>
          <w:p w14:paraId="7D04B469" w14:textId="77777777" w:rsidR="003E2D0E" w:rsidRDefault="00381F7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57</w:t>
            </w:r>
          </w:p>
        </w:tc>
        <w:tc>
          <w:tcPr>
            <w:tcW w:w="757" w:type="dxa"/>
          </w:tcPr>
          <w:p w14:paraId="388A1782" w14:textId="77777777" w:rsidR="003E2D0E" w:rsidRDefault="00381F7F">
            <w:pPr>
              <w:pStyle w:val="Default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202" w:type="dxa"/>
          </w:tcPr>
          <w:p w14:paraId="24B49757" w14:textId="77777777" w:rsidR="003E2D0E" w:rsidRDefault="00EC304B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783" w:type="dxa"/>
          </w:tcPr>
          <w:p w14:paraId="3F1EB887" w14:textId="77777777" w:rsidR="003E2D0E" w:rsidRDefault="00EC304B">
            <w:pPr>
              <w:pStyle w:val="Default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779" w:type="dxa"/>
          </w:tcPr>
          <w:p w14:paraId="1899D74E" w14:textId="77777777" w:rsidR="003E2D0E" w:rsidRDefault="00EC304B">
            <w:pPr>
              <w:pStyle w:val="Defaul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3937B5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53</w:t>
            </w:r>
          </w:p>
        </w:tc>
      </w:tr>
    </w:tbl>
    <w:p w14:paraId="6C9B56EF" w14:textId="299D7DDF" w:rsidR="00A168A2" w:rsidRDefault="00A168A2" w:rsidP="00772311">
      <w:pPr>
        <w:pStyle w:val="Default"/>
        <w:jc w:val="both"/>
        <w:rPr>
          <w:sz w:val="20"/>
          <w:szCs w:val="20"/>
          <w:lang w:val="en-US"/>
        </w:rPr>
      </w:pPr>
    </w:p>
    <w:p w14:paraId="1E62F52E" w14:textId="77777777" w:rsidR="00B44E31" w:rsidRDefault="00B44E31" w:rsidP="00442E44">
      <w:pPr>
        <w:pStyle w:val="heading10"/>
        <w:spacing w:before="100" w:beforeAutospacing="1" w:after="100" w:afterAutospacing="1"/>
      </w:pPr>
      <w:r>
        <w:t>Discussion</w:t>
      </w:r>
    </w:p>
    <w:p w14:paraId="55649DFB" w14:textId="0A979D51" w:rsidR="006D4323" w:rsidRDefault="0085448F" w:rsidP="00B44E31">
      <w:pPr>
        <w:pStyle w:val="p1a"/>
        <w:spacing w:before="100" w:beforeAutospacing="1" w:after="100" w:afterAutospacing="1"/>
      </w:pPr>
      <w:r>
        <w:t>Discussion text</w:t>
      </w:r>
      <w:r w:rsidR="00DC1CB8">
        <w:t>.</w:t>
      </w:r>
    </w:p>
    <w:p w14:paraId="7353BC90" w14:textId="26E7D5AC" w:rsidR="0085448F" w:rsidRDefault="00F80BAC" w:rsidP="0085448F">
      <w:pPr>
        <w:pStyle w:val="p1a"/>
        <w:spacing w:before="100" w:beforeAutospacing="1" w:after="100" w:afterAutospacing="1"/>
      </w:pPr>
      <w:r w:rsidRPr="00F80BAC">
        <w:t xml:space="preserve">Vasconcelos </w:t>
      </w:r>
      <w:r w:rsidR="00B053C7" w:rsidRPr="00B053C7">
        <w:rPr>
          <w:i/>
        </w:rPr>
        <w:t>et al.</w:t>
      </w:r>
      <w:r w:rsidR="00B053C7">
        <w:t xml:space="preserve"> </w:t>
      </w:r>
      <w:r w:rsidR="0085448F">
        <w:t>…</w:t>
      </w:r>
      <w:r w:rsidR="00B053C7">
        <w:t xml:space="preserve"> </w:t>
      </w:r>
      <w:r w:rsidR="008639F5">
        <w:fldChar w:fldCharType="begin">
          <w:fldData xml:space="preserve">PEVuZE5vdGU+PENpdGU+PEF1dGhvcj5LcnVnZXI8L0F1dGhvcj48WWVhcj4yMDA1PC9ZZWFyPjxS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</w:fldData>
        </w:fldChar>
      </w:r>
      <w:r w:rsidR="00B053C7">
        <w:instrText xml:space="preserve"> ADDIN EN.CITE </w:instrText>
      </w:r>
      <w:r w:rsidR="008639F5">
        <w:fldChar w:fldCharType="begin">
          <w:fldData xml:space="preserve">PEVuZE5vdGU+PENpdGU+PEF1dGhvcj5LcnVnZXI8L0F1dGhvcj48WWVhcj4yMDA1PC9ZZWFyPjxS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</w:fldData>
        </w:fldChar>
      </w:r>
      <w:r w:rsidR="00B053C7">
        <w:instrText xml:space="preserve"> ADDIN EN.CITE.DATA </w:instrText>
      </w:r>
      <w:r w:rsidR="008639F5">
        <w:fldChar w:fldCharType="end"/>
      </w:r>
      <w:r w:rsidR="008639F5">
        <w:fldChar w:fldCharType="separate"/>
      </w:r>
      <w:r w:rsidR="00B053C7">
        <w:rPr>
          <w:noProof/>
        </w:rPr>
        <w:t>[</w:t>
      </w:r>
      <w:hyperlink w:anchor="_ENREF_17" w:tooltip="Kruger, 2005 #194" w:history="1">
        <w:r w:rsidR="0085448F">
          <w:rPr>
            <w:noProof/>
          </w:rPr>
          <w:t>1</w:t>
        </w:r>
      </w:hyperlink>
      <w:r w:rsidR="00B053C7">
        <w:rPr>
          <w:noProof/>
        </w:rPr>
        <w:t>]</w:t>
      </w:r>
      <w:r w:rsidR="008639F5">
        <w:fldChar w:fldCharType="end"/>
      </w:r>
      <w:r w:rsidR="00B053C7">
        <w:t xml:space="preserve">. </w:t>
      </w:r>
    </w:p>
    <w:p w14:paraId="5A3FE7B0" w14:textId="77777777" w:rsidR="001269ED" w:rsidRPr="005A4F45" w:rsidRDefault="001269ED" w:rsidP="005A4F45"/>
    <w:p w14:paraId="60A83350" w14:textId="77777777" w:rsidR="004B169D" w:rsidRDefault="004B169D" w:rsidP="00442E44">
      <w:pPr>
        <w:pStyle w:val="heading10"/>
        <w:spacing w:before="100" w:beforeAutospacing="1" w:after="100" w:afterAutospacing="1"/>
      </w:pPr>
      <w:r>
        <w:t>Conclusion</w:t>
      </w:r>
    </w:p>
    <w:p w14:paraId="2FC55EE0" w14:textId="669D2399" w:rsidR="004B169D" w:rsidRDefault="0085448F" w:rsidP="00F80BAC">
      <w:pPr>
        <w:pStyle w:val="p1a"/>
        <w:spacing w:before="100" w:beforeAutospacing="1" w:after="100" w:afterAutospacing="1"/>
      </w:pPr>
      <w:r>
        <w:t>Conclusion text.</w:t>
      </w:r>
    </w:p>
    <w:p w14:paraId="41D596E9" w14:textId="77777777" w:rsidR="001269ED" w:rsidRPr="001269ED" w:rsidRDefault="001269ED" w:rsidP="001269ED"/>
    <w:p w14:paraId="3A0B32D3" w14:textId="7D3F652F" w:rsidR="00A57F8C" w:rsidRPr="00F80BAC" w:rsidRDefault="0085448F" w:rsidP="00F80BAC">
      <w:pPr>
        <w:pStyle w:val="heading10"/>
        <w:spacing w:before="100" w:beforeAutospacing="1" w:after="100" w:afterAutospacing="1"/>
      </w:pPr>
      <w:r w:rsidRPr="00F80BAC">
        <w:lastRenderedPageBreak/>
        <w:t>Acknowledgments</w:t>
      </w:r>
    </w:p>
    <w:p w14:paraId="5AA99BBF" w14:textId="1E3B1E2A" w:rsidR="00A57F8C" w:rsidRDefault="00F80BAC" w:rsidP="00F80BAC">
      <w:pPr>
        <w:pStyle w:val="p1a"/>
        <w:spacing w:before="100" w:beforeAutospacing="1" w:after="100" w:afterAutospacing="1"/>
      </w:pPr>
      <w:r>
        <w:t>Acknowledgments</w:t>
      </w:r>
      <w:r w:rsidR="0085448F">
        <w:t xml:space="preserve"> here.</w:t>
      </w:r>
    </w:p>
    <w:p w14:paraId="6F66F25A" w14:textId="3D0B04AA" w:rsidR="00A57F8C" w:rsidRPr="00F80BAC" w:rsidRDefault="00F80BAC" w:rsidP="00F80BAC">
      <w:pPr>
        <w:pStyle w:val="heading10"/>
        <w:rPr>
          <w:lang w:val="en-GB"/>
        </w:rPr>
      </w:pPr>
      <w:r w:rsidRPr="009366B5">
        <w:rPr>
          <w:lang w:val="en-GB"/>
        </w:rPr>
        <w:t>References</w:t>
      </w:r>
    </w:p>
    <w:p w14:paraId="3B2E175C" w14:textId="7F53E049" w:rsidR="00F80BAC" w:rsidRDefault="00F07281" w:rsidP="00F80BAC">
      <w:pPr>
        <w:pStyle w:val="references"/>
      </w:pPr>
      <w:r>
        <w:rPr>
          <w:lang w:val="pt-PT"/>
        </w:rPr>
        <w:t>[</w:t>
      </w:r>
      <w:r w:rsidR="00F80BAC" w:rsidRPr="00F80BAC">
        <w:rPr>
          <w:lang w:val="pt-PT"/>
        </w:rPr>
        <w:t>1</w:t>
      </w:r>
      <w:r>
        <w:rPr>
          <w:lang w:val="pt-PT"/>
        </w:rPr>
        <w:t>]</w:t>
      </w:r>
      <w:r w:rsidR="00F80BAC" w:rsidRPr="00F80BAC">
        <w:rPr>
          <w:lang w:val="pt-PT"/>
        </w:rPr>
        <w:t xml:space="preserve"> Vasconcelos MJ, Ventura SR, Freitas DR, Tavares JMRS (2011). </w:t>
      </w:r>
      <w:r w:rsidR="00F80BAC">
        <w:t>Inter-speaker speech variability assessment using statistical deformable models from 3.0 Tesla magnetic resonance images. Proceedings of the Institution of Mechanical Engineers, Part H: Journal of Engineering in Medicine 226(3): 185–196</w:t>
      </w:r>
    </w:p>
    <w:p w14:paraId="7242F917" w14:textId="5372FE09" w:rsidR="00F80BAC" w:rsidRPr="00F80BAC" w:rsidRDefault="00F07281" w:rsidP="00F80BAC">
      <w:pPr>
        <w:pStyle w:val="references"/>
        <w:rPr>
          <w:lang w:val="pt-PT"/>
        </w:rPr>
      </w:pPr>
      <w:r>
        <w:rPr>
          <w:lang w:val="pt-PT"/>
        </w:rPr>
        <w:t>[</w:t>
      </w:r>
      <w:r>
        <w:rPr>
          <w:lang w:val="pt-PT"/>
        </w:rPr>
        <w:t>3</w:t>
      </w:r>
      <w:bookmarkStart w:id="0" w:name="_GoBack"/>
      <w:bookmarkEnd w:id="0"/>
      <w:r>
        <w:rPr>
          <w:lang w:val="pt-PT"/>
        </w:rPr>
        <w:t>]</w:t>
      </w:r>
      <w:r w:rsidR="00F80BAC" w:rsidRPr="00F80BAC">
        <w:rPr>
          <w:lang w:val="pt-PT"/>
        </w:rPr>
        <w:t xml:space="preserve"> Ventura SR, Freitas DR, Ramos IM, Tavares JMRS (2011) Requisitos e condicionantes da imagem por ressonância magnética no estudo da fala humana. In: Congresso de Métodos Numéricos em Engenharia (CMNE), pp 1–12</w:t>
      </w:r>
    </w:p>
    <w:p w14:paraId="0E5ACAF0" w14:textId="7508CA80" w:rsidR="00F80BAC" w:rsidRDefault="00F07281" w:rsidP="00F80BAC">
      <w:pPr>
        <w:pStyle w:val="references"/>
      </w:pPr>
      <w:r w:rsidRPr="00F07281">
        <w:rPr>
          <w:lang w:val="en-GB"/>
        </w:rPr>
        <w:t>[</w:t>
      </w:r>
      <w:r>
        <w:rPr>
          <w:lang w:val="en-GB"/>
        </w:rPr>
        <w:t>3</w:t>
      </w:r>
      <w:r w:rsidRPr="00F07281">
        <w:rPr>
          <w:lang w:val="en-GB"/>
        </w:rPr>
        <w:t>]</w:t>
      </w:r>
      <w:r w:rsidR="00F80BAC" w:rsidRPr="00F07281">
        <w:rPr>
          <w:lang w:val="en-GB"/>
        </w:rPr>
        <w:t xml:space="preserve"> Ventura SR, Freitas DR, Tavares JMRS (2011) Toward dynamic magnetic resonance imaging of the vocal tract during speech production. </w:t>
      </w:r>
      <w:r w:rsidR="00F80BAC">
        <w:t>Journal of Voice 25(4): 511–518</w:t>
      </w:r>
    </w:p>
    <w:p w14:paraId="4C281C19" w14:textId="65307E0F" w:rsidR="00F80BAC" w:rsidRDefault="00F07281" w:rsidP="00F80BAC">
      <w:pPr>
        <w:pStyle w:val="references"/>
      </w:pPr>
      <w:r w:rsidRPr="00F07281">
        <w:rPr>
          <w:lang w:val="en-GB"/>
        </w:rPr>
        <w:t>[</w:t>
      </w:r>
      <w:r>
        <w:rPr>
          <w:lang w:val="en-GB"/>
        </w:rPr>
        <w:t>4</w:t>
      </w:r>
      <w:r w:rsidRPr="00F07281">
        <w:rPr>
          <w:lang w:val="en-GB"/>
        </w:rPr>
        <w:t>]</w:t>
      </w:r>
      <w:r w:rsidR="00F80BAC">
        <w:t xml:space="preserve"> Ventura SR, Freitas DR, Ramos IM, Tavares JMRS (2013) Morphological Differences in the Vocal Tract Resonance Cavities of Voice Professionals: An MRI- based Study. Journal of Voice 27(2): 132–140</w:t>
      </w:r>
    </w:p>
    <w:p w14:paraId="39CACCCA" w14:textId="3C73ED1E" w:rsidR="00F80BAC" w:rsidRDefault="00F07281" w:rsidP="00F80BAC">
      <w:pPr>
        <w:pStyle w:val="references"/>
      </w:pPr>
      <w:r w:rsidRPr="00F07281">
        <w:rPr>
          <w:lang w:val="en-GB"/>
        </w:rPr>
        <w:t>[</w:t>
      </w:r>
      <w:r w:rsidRPr="00F07281">
        <w:rPr>
          <w:lang w:val="en-GB"/>
        </w:rPr>
        <w:t>5</w:t>
      </w:r>
      <w:r w:rsidRPr="00F07281">
        <w:rPr>
          <w:lang w:val="en-GB"/>
        </w:rPr>
        <w:t>]</w:t>
      </w:r>
      <w:r w:rsidR="00F80BAC">
        <w:t xml:space="preserve"> Ventura SR, Freitas DR, Tavares JMRS (2009) Application of MRI and biomedical engineering in speech production study. Computer Methods in Biomechanics and Biomedical Engineering 12(6): 671–81</w:t>
      </w:r>
    </w:p>
    <w:p w14:paraId="2C60D4B1" w14:textId="77777777" w:rsidR="00F80BAC" w:rsidRDefault="00F80BAC" w:rsidP="00F80BAC">
      <w:pPr>
        <w:pStyle w:val="references"/>
      </w:pPr>
    </w:p>
    <w:p w14:paraId="7684F45E" w14:textId="77777777" w:rsidR="0041202A" w:rsidRDefault="0041202A" w:rsidP="0085448F">
      <w:pPr>
        <w:pStyle w:val="references"/>
      </w:pPr>
    </w:p>
    <w:sectPr w:rsidR="0041202A" w:rsidSect="00ED32B9">
      <w:headerReference w:type="even" r:id="rId9"/>
      <w:headerReference w:type="default" r:id="rId10"/>
      <w:headerReference w:type="first" r:id="rId11"/>
      <w:type w:val="oddPage"/>
      <w:pgSz w:w="11906" w:h="16838" w:code="9"/>
      <w:pgMar w:top="2948" w:right="2665" w:bottom="3231" w:left="2608" w:header="2381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21149" w14:textId="77777777" w:rsidR="00CF6DD0" w:rsidRDefault="00CF6DD0">
      <w:r>
        <w:separator/>
      </w:r>
    </w:p>
  </w:endnote>
  <w:endnote w:type="continuationSeparator" w:id="0">
    <w:p w14:paraId="7682936F" w14:textId="77777777" w:rsidR="00CF6DD0" w:rsidRDefault="00CF6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ms Rmn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8BF60" w14:textId="77777777" w:rsidR="00CF6DD0" w:rsidRDefault="00CF6DD0">
      <w:pPr>
        <w:pStyle w:val="p1a"/>
      </w:pPr>
      <w:r>
        <w:separator/>
      </w:r>
    </w:p>
  </w:footnote>
  <w:footnote w:type="continuationSeparator" w:id="0">
    <w:p w14:paraId="39FE2A8A" w14:textId="77777777" w:rsidR="00CF6DD0" w:rsidRDefault="00CF6D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57CC1" w14:textId="77777777" w:rsidR="005A4F45" w:rsidRDefault="00705FF0">
    <w:pPr>
      <w:pStyle w:val="Runninghead-left"/>
    </w:pPr>
    <w:r>
      <w:fldChar w:fldCharType="begin"/>
    </w:r>
    <w:r>
      <w:instrText xml:space="preserve"> PAGE  \* MERGEFORMAT </w:instrText>
    </w:r>
    <w:r>
      <w:fldChar w:fldCharType="separate"/>
    </w:r>
    <w:r w:rsidR="00F07281">
      <w:rPr>
        <w:noProof/>
      </w:rPr>
      <w:t>2</w:t>
    </w:r>
    <w:r>
      <w:rPr>
        <w:noProof/>
      </w:rPr>
      <w:fldChar w:fldCharType="end"/>
    </w:r>
    <w:r w:rsidR="005A4F45"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1EBA7" w14:textId="77777777" w:rsidR="005A4F45" w:rsidRDefault="00705FF0">
    <w:pPr>
      <w:pStyle w:val="Runninghead-right"/>
    </w:pPr>
    <w:r>
      <w:fldChar w:fldCharType="begin"/>
    </w:r>
    <w:r>
      <w:instrText xml:space="preserve"> PAGE  \* MERGEFORMAT </w:instrText>
    </w:r>
    <w:r>
      <w:fldChar w:fldCharType="separate"/>
    </w:r>
    <w:r w:rsidR="00F07281">
      <w:rPr>
        <w:noProof/>
      </w:rPr>
      <w:t>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74498" w14:textId="77777777" w:rsidR="005A4F45" w:rsidRPr="00CE39E6" w:rsidRDefault="005A4F45" w:rsidP="00CE39E6">
    <w:pPr>
      <w:pStyle w:val="Header"/>
      <w:ind w:firstLine="0"/>
      <w:rPr>
        <w:lang w:val="pt-PT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64C8CD70"/>
    <w:lvl w:ilvl="0">
      <w:numFmt w:val="bullet"/>
      <w:pStyle w:val="Subitem"/>
      <w:lvlText w:val="–"/>
      <w:lvlJc w:val="left"/>
      <w:pPr>
        <w:tabs>
          <w:tab w:val="num" w:pos="598"/>
        </w:tabs>
        <w:ind w:left="598" w:hanging="360"/>
      </w:pPr>
      <w:rPr>
        <w:rFonts w:ascii="Times" w:eastAsia="Times New Roman" w:hAnsi="Times" w:hint="default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decimal"/>
      <w:lvlText w:val="%4"/>
      <w:legacy w:legacy="1" w:legacySpace="0" w:legacyIndent="0"/>
      <w:lvlJc w:val="left"/>
      <w:rPr>
        <w:rFonts w:ascii="Tms Rmn" w:hAnsi="Tms Rmn" w:hint="default"/>
      </w:rPr>
    </w:lvl>
    <w:lvl w:ilvl="4">
      <w:numFmt w:val="decimal"/>
      <w:lvlText w:val="%5"/>
      <w:legacy w:legacy="1" w:legacySpace="0" w:legacyIndent="0"/>
      <w:lvlJc w:val="left"/>
      <w:rPr>
        <w:rFonts w:ascii="Tms Rmn" w:hAnsi="Tms Rmn" w:hint="default"/>
      </w:rPr>
    </w:lvl>
    <w:lvl w:ilvl="5">
      <w:numFmt w:val="decimal"/>
      <w:lvlText w:val="%6"/>
      <w:legacy w:legacy="1" w:legacySpace="0" w:legacyIndent="0"/>
      <w:lvlJc w:val="left"/>
      <w:rPr>
        <w:rFonts w:ascii="Tms Rmn" w:hAnsi="Tms Rmn" w:hint="default"/>
      </w:rPr>
    </w:lvl>
    <w:lvl w:ilvl="6">
      <w:numFmt w:val="decimal"/>
      <w:lvlText w:val="%7"/>
      <w:legacy w:legacy="1" w:legacySpace="0" w:legacyIndent="0"/>
      <w:lvlJc w:val="left"/>
      <w:rPr>
        <w:rFonts w:ascii="Tms Rmn" w:hAnsi="Tms Rmn" w:hint="default"/>
      </w:rPr>
    </w:lvl>
    <w:lvl w:ilvl="7">
      <w:numFmt w:val="decimal"/>
      <w:lvlText w:val="%8"/>
      <w:legacy w:legacy="1" w:legacySpace="0" w:legacyIndent="0"/>
      <w:lvlJc w:val="left"/>
      <w:rPr>
        <w:rFonts w:ascii="Tms Rmn" w:hAnsi="Tms Rmn" w:hint="default"/>
      </w:rPr>
    </w:lvl>
    <w:lvl w:ilvl="8">
      <w:numFmt w:val="decimal"/>
      <w:lvlText w:val="%9"/>
      <w:legacy w:legacy="1" w:legacySpace="0" w:legacyIndent="0"/>
      <w:lvlJc w:val="left"/>
      <w:rPr>
        <w:rFonts w:ascii="Tms Rmn" w:hAnsi="Tms Rmn" w:hint="default"/>
      </w:rPr>
    </w:lvl>
  </w:abstractNum>
  <w:abstractNum w:abstractNumId="1">
    <w:nsid w:val="FFFFFFFE"/>
    <w:multiLevelType w:val="singleLevel"/>
    <w:tmpl w:val="7A8E2DA8"/>
    <w:lvl w:ilvl="0">
      <w:numFmt w:val="decimal"/>
      <w:lvlText w:val="*"/>
      <w:lvlJc w:val="left"/>
    </w:lvl>
  </w:abstractNum>
  <w:abstractNum w:abstractNumId="2">
    <w:nsid w:val="18DB5197"/>
    <w:multiLevelType w:val="hybridMultilevel"/>
    <w:tmpl w:val="BE1AA52A"/>
    <w:lvl w:ilvl="0" w:tplc="9BE2B4D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5811A9"/>
    <w:multiLevelType w:val="hybridMultilevel"/>
    <w:tmpl w:val="0128A344"/>
    <w:lvl w:ilvl="0" w:tplc="5B484A84">
      <w:start w:val="1"/>
      <w:numFmt w:val="bullet"/>
      <w:pStyle w:val="BulletItem"/>
      <w:lvlText w:val=""/>
      <w:lvlJc w:val="left"/>
      <w:pPr>
        <w:tabs>
          <w:tab w:val="num" w:pos="238"/>
        </w:tabs>
        <w:ind w:left="238" w:hanging="23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120F89"/>
    <w:multiLevelType w:val="singleLevel"/>
    <w:tmpl w:val="0EA0939C"/>
    <w:lvl w:ilvl="0">
      <w:start w:val="1"/>
      <w:numFmt w:val="decimal"/>
      <w:lvlText w:val="%1."/>
      <w:legacy w:legacy="1" w:legacySpace="0" w:legacyIndent="227"/>
      <w:lvlJc w:val="left"/>
      <w:pPr>
        <w:ind w:left="454" w:hanging="227"/>
      </w:pPr>
    </w:lvl>
  </w:abstractNum>
  <w:abstractNum w:abstractNumId="5">
    <w:nsid w:val="4C436AB0"/>
    <w:multiLevelType w:val="hybridMultilevel"/>
    <w:tmpl w:val="6B202B2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4474F7"/>
    <w:multiLevelType w:val="singleLevel"/>
    <w:tmpl w:val="0EA0939C"/>
    <w:lvl w:ilvl="0">
      <w:start w:val="1"/>
      <w:numFmt w:val="decimal"/>
      <w:lvlText w:val="%1."/>
      <w:legacy w:legacy="1" w:legacySpace="0" w:legacyIndent="227"/>
      <w:lvlJc w:val="left"/>
      <w:pPr>
        <w:ind w:left="227" w:hanging="227"/>
      </w:pPr>
    </w:lvl>
  </w:abstractNum>
  <w:abstractNum w:abstractNumId="7">
    <w:nsid w:val="7E5259C0"/>
    <w:multiLevelType w:val="hybridMultilevel"/>
    <w:tmpl w:val="CD9ECA3C"/>
    <w:lvl w:ilvl="0" w:tplc="D3CE3028">
      <w:start w:val="1"/>
      <w:numFmt w:val="bullet"/>
      <w:lvlText w:val="-"/>
      <w:lvlJc w:val="left"/>
      <w:pPr>
        <w:tabs>
          <w:tab w:val="num" w:pos="587"/>
        </w:tabs>
        <w:ind w:left="454" w:hanging="227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27"/>
        <w:lvlJc w:val="left"/>
        <w:pPr>
          <w:ind w:left="227" w:hanging="227"/>
        </w:pPr>
        <w:rPr>
          <w:rFonts w:ascii="Symbol" w:hAnsi="Symbol" w:hint="default"/>
        </w:rPr>
      </w:lvl>
    </w:lvlOverride>
  </w:num>
  <w:num w:numId="2">
    <w:abstractNumId w:val="1"/>
    <w:lvlOverride w:ilvl="0">
      <w:lvl w:ilvl="0">
        <w:start w:val="1"/>
        <w:numFmt w:val="bullet"/>
        <w:lvlText w:val=""/>
        <w:legacy w:legacy="1" w:legacySpace="0" w:legacyIndent="227"/>
        <w:lvlJc w:val="left"/>
        <w:pPr>
          <w:ind w:left="227" w:hanging="227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27"/>
        <w:lvlJc w:val="left"/>
        <w:pPr>
          <w:ind w:left="227" w:hanging="227"/>
        </w:pPr>
        <w:rPr>
          <w:rFonts w:ascii="Times" w:hAnsi="Times" w:hint="default"/>
        </w:rPr>
      </w:lvl>
    </w:lvlOverride>
  </w:num>
  <w:num w:numId="5">
    <w:abstractNumId w:val="1"/>
    <w:lvlOverride w:ilvl="0">
      <w:lvl w:ilvl="0">
        <w:start w:val="1"/>
        <w:numFmt w:val="bullet"/>
        <w:lvlText w:val=""/>
        <w:legacy w:legacy="1" w:legacySpace="0" w:legacyIndent="227"/>
        <w:lvlJc w:val="left"/>
        <w:pPr>
          <w:ind w:left="227" w:hanging="227"/>
        </w:pPr>
        <w:rPr>
          <w:rFonts w:ascii="Times" w:hAnsi="Times" w:hint="default"/>
        </w:rPr>
      </w:lvl>
    </w:lvlOverride>
  </w:num>
  <w:num w:numId="6">
    <w:abstractNumId w:val="2"/>
  </w:num>
  <w:num w:numId="7">
    <w:abstractNumId w:val="7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 w:numId="12">
    <w:abstractNumId w:val="0"/>
  </w:num>
  <w:num w:numId="13">
    <w:abstractNumId w:val="5"/>
  </w:num>
  <w:num w:numId="14">
    <w:abstractNumId w:val="0"/>
  </w:num>
  <w:num w:numId="15">
    <w:abstractNumId w:val="0"/>
  </w:num>
  <w:num w:numId="16">
    <w:abstractNumId w:val="5"/>
  </w:num>
  <w:num w:numId="17">
    <w:abstractNumId w:val="0"/>
  </w:num>
  <w:num w:numId="18">
    <w:abstractNumId w:val="0"/>
  </w:num>
  <w:num w:numId="19">
    <w:abstractNumId w:val="7"/>
  </w:num>
  <w:num w:numId="20">
    <w:abstractNumId w:val="7"/>
  </w:num>
  <w:num w:numId="21">
    <w:abstractNumId w:val="7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2"/>
  <w:embedTrueTypeFonts/>
  <w:mirrorMargins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autoHyphenation/>
  <w:consecutiveHyphenLimit w:val="3"/>
  <w:hyphenationZone w:val="140"/>
  <w:doNotHyphenateCaps/>
  <w:evenAndOddHeaders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Times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axa29dfe65rx2pepazeppdtv5sftxt9prddz&quot;&gt;Untitled&lt;record-ids&gt;&lt;item&gt;14&lt;/item&gt;&lt;item&gt;29&lt;/item&gt;&lt;item&gt;32&lt;/item&gt;&lt;item&gt;33&lt;/item&gt;&lt;item&gt;69&lt;/item&gt;&lt;item&gt;70&lt;/item&gt;&lt;item&gt;74&lt;/item&gt;&lt;item&gt;89&lt;/item&gt;&lt;item&gt;99&lt;/item&gt;&lt;item&gt;108&lt;/item&gt;&lt;item&gt;114&lt;/item&gt;&lt;item&gt;127&lt;/item&gt;&lt;item&gt;185&lt;/item&gt;&lt;item&gt;194&lt;/item&gt;&lt;item&gt;230&lt;/item&gt;&lt;item&gt;243&lt;/item&gt;&lt;item&gt;250&lt;/item&gt;&lt;/record-ids&gt;&lt;/item&gt;&lt;/Libraries&gt;"/>
  </w:docVars>
  <w:rsids>
    <w:rsidRoot w:val="00232332"/>
    <w:rsid w:val="00005F1B"/>
    <w:rsid w:val="0001286D"/>
    <w:rsid w:val="00014DA0"/>
    <w:rsid w:val="00014F6B"/>
    <w:rsid w:val="00044A53"/>
    <w:rsid w:val="000726C8"/>
    <w:rsid w:val="00081ECD"/>
    <w:rsid w:val="000840F2"/>
    <w:rsid w:val="00094F88"/>
    <w:rsid w:val="000A54D3"/>
    <w:rsid w:val="000B417E"/>
    <w:rsid w:val="000D40DD"/>
    <w:rsid w:val="000E0820"/>
    <w:rsid w:val="000E207F"/>
    <w:rsid w:val="000F227A"/>
    <w:rsid w:val="00101A3A"/>
    <w:rsid w:val="00103A73"/>
    <w:rsid w:val="001243BA"/>
    <w:rsid w:val="001269ED"/>
    <w:rsid w:val="00133933"/>
    <w:rsid w:val="00143F83"/>
    <w:rsid w:val="001444F7"/>
    <w:rsid w:val="00144B3F"/>
    <w:rsid w:val="001545E6"/>
    <w:rsid w:val="00157010"/>
    <w:rsid w:val="001602D7"/>
    <w:rsid w:val="00161211"/>
    <w:rsid w:val="0017119B"/>
    <w:rsid w:val="00182AB4"/>
    <w:rsid w:val="001A1558"/>
    <w:rsid w:val="001A74F2"/>
    <w:rsid w:val="001B5AA2"/>
    <w:rsid w:val="001D0B49"/>
    <w:rsid w:val="001D5073"/>
    <w:rsid w:val="001D5B5C"/>
    <w:rsid w:val="001D73DE"/>
    <w:rsid w:val="001E74FA"/>
    <w:rsid w:val="001F0078"/>
    <w:rsid w:val="001F4F51"/>
    <w:rsid w:val="001F5FF4"/>
    <w:rsid w:val="00202332"/>
    <w:rsid w:val="00212A84"/>
    <w:rsid w:val="00213A21"/>
    <w:rsid w:val="002214BD"/>
    <w:rsid w:val="0022167C"/>
    <w:rsid w:val="00225AEB"/>
    <w:rsid w:val="00226F60"/>
    <w:rsid w:val="00232332"/>
    <w:rsid w:val="00233AD2"/>
    <w:rsid w:val="00236209"/>
    <w:rsid w:val="00240409"/>
    <w:rsid w:val="00241AA3"/>
    <w:rsid w:val="00252902"/>
    <w:rsid w:val="0025358A"/>
    <w:rsid w:val="002608FF"/>
    <w:rsid w:val="00265E93"/>
    <w:rsid w:val="002703A1"/>
    <w:rsid w:val="002718A7"/>
    <w:rsid w:val="00275893"/>
    <w:rsid w:val="00283234"/>
    <w:rsid w:val="002876C8"/>
    <w:rsid w:val="002940D4"/>
    <w:rsid w:val="002A78D8"/>
    <w:rsid w:val="002C1A81"/>
    <w:rsid w:val="002C3A8E"/>
    <w:rsid w:val="002C53C1"/>
    <w:rsid w:val="002E3A5D"/>
    <w:rsid w:val="002F2934"/>
    <w:rsid w:val="003044C1"/>
    <w:rsid w:val="00305510"/>
    <w:rsid w:val="00333707"/>
    <w:rsid w:val="003350AD"/>
    <w:rsid w:val="00355DE2"/>
    <w:rsid w:val="003563B4"/>
    <w:rsid w:val="00360E7F"/>
    <w:rsid w:val="00361A97"/>
    <w:rsid w:val="0037503E"/>
    <w:rsid w:val="00381F7F"/>
    <w:rsid w:val="00383AEE"/>
    <w:rsid w:val="00392BC7"/>
    <w:rsid w:val="003937B5"/>
    <w:rsid w:val="003A3167"/>
    <w:rsid w:val="003B03E5"/>
    <w:rsid w:val="003B79E5"/>
    <w:rsid w:val="003C2842"/>
    <w:rsid w:val="003C562C"/>
    <w:rsid w:val="003D4DCC"/>
    <w:rsid w:val="003E193C"/>
    <w:rsid w:val="003E2D0E"/>
    <w:rsid w:val="00405E55"/>
    <w:rsid w:val="00410267"/>
    <w:rsid w:val="0041032F"/>
    <w:rsid w:val="0041202A"/>
    <w:rsid w:val="00435A5A"/>
    <w:rsid w:val="00442E44"/>
    <w:rsid w:val="004552DA"/>
    <w:rsid w:val="0046154C"/>
    <w:rsid w:val="004630F6"/>
    <w:rsid w:val="004657C5"/>
    <w:rsid w:val="00475212"/>
    <w:rsid w:val="00481474"/>
    <w:rsid w:val="004917FE"/>
    <w:rsid w:val="00493C8D"/>
    <w:rsid w:val="00494CFD"/>
    <w:rsid w:val="004963C9"/>
    <w:rsid w:val="004A434D"/>
    <w:rsid w:val="004B1677"/>
    <w:rsid w:val="004B169D"/>
    <w:rsid w:val="004B7746"/>
    <w:rsid w:val="004D0143"/>
    <w:rsid w:val="004E38A5"/>
    <w:rsid w:val="004F0CE6"/>
    <w:rsid w:val="004F12B1"/>
    <w:rsid w:val="00510A2F"/>
    <w:rsid w:val="00510B48"/>
    <w:rsid w:val="0052079A"/>
    <w:rsid w:val="005224A4"/>
    <w:rsid w:val="00544A38"/>
    <w:rsid w:val="005615F9"/>
    <w:rsid w:val="00563F17"/>
    <w:rsid w:val="00566AA0"/>
    <w:rsid w:val="0057107B"/>
    <w:rsid w:val="00583E41"/>
    <w:rsid w:val="00594390"/>
    <w:rsid w:val="005A4F45"/>
    <w:rsid w:val="005A5859"/>
    <w:rsid w:val="005D4654"/>
    <w:rsid w:val="005F2240"/>
    <w:rsid w:val="006139F1"/>
    <w:rsid w:val="00625512"/>
    <w:rsid w:val="006567FA"/>
    <w:rsid w:val="006620E7"/>
    <w:rsid w:val="006625F5"/>
    <w:rsid w:val="00664355"/>
    <w:rsid w:val="0067589B"/>
    <w:rsid w:val="00680383"/>
    <w:rsid w:val="006829A3"/>
    <w:rsid w:val="006A574A"/>
    <w:rsid w:val="006B09F6"/>
    <w:rsid w:val="006D3503"/>
    <w:rsid w:val="006D4323"/>
    <w:rsid w:val="006D6414"/>
    <w:rsid w:val="006E3B89"/>
    <w:rsid w:val="006E43E1"/>
    <w:rsid w:val="006E723D"/>
    <w:rsid w:val="00705FF0"/>
    <w:rsid w:val="00710848"/>
    <w:rsid w:val="00720DEF"/>
    <w:rsid w:val="00722F8A"/>
    <w:rsid w:val="00723352"/>
    <w:rsid w:val="00726280"/>
    <w:rsid w:val="007362F2"/>
    <w:rsid w:val="00742B8A"/>
    <w:rsid w:val="00745980"/>
    <w:rsid w:val="00747334"/>
    <w:rsid w:val="0075689C"/>
    <w:rsid w:val="00757359"/>
    <w:rsid w:val="00772311"/>
    <w:rsid w:val="00772BBE"/>
    <w:rsid w:val="00783FCF"/>
    <w:rsid w:val="00787A0D"/>
    <w:rsid w:val="00791BDF"/>
    <w:rsid w:val="007A2AD6"/>
    <w:rsid w:val="007B67A5"/>
    <w:rsid w:val="007C618B"/>
    <w:rsid w:val="007D4BD5"/>
    <w:rsid w:val="007D7F2A"/>
    <w:rsid w:val="007E22A8"/>
    <w:rsid w:val="007E3689"/>
    <w:rsid w:val="007E5FB4"/>
    <w:rsid w:val="007E6B82"/>
    <w:rsid w:val="007E73EE"/>
    <w:rsid w:val="008131A3"/>
    <w:rsid w:val="00814C5F"/>
    <w:rsid w:val="0081601E"/>
    <w:rsid w:val="008227D5"/>
    <w:rsid w:val="00830ED0"/>
    <w:rsid w:val="0085187F"/>
    <w:rsid w:val="0085448F"/>
    <w:rsid w:val="008544C9"/>
    <w:rsid w:val="008603F5"/>
    <w:rsid w:val="008639F5"/>
    <w:rsid w:val="008662CD"/>
    <w:rsid w:val="008664AA"/>
    <w:rsid w:val="008878DD"/>
    <w:rsid w:val="008A2AC5"/>
    <w:rsid w:val="008B1A9F"/>
    <w:rsid w:val="008B1D90"/>
    <w:rsid w:val="008B2578"/>
    <w:rsid w:val="008B6877"/>
    <w:rsid w:val="008C0390"/>
    <w:rsid w:val="008D3C49"/>
    <w:rsid w:val="008E2B14"/>
    <w:rsid w:val="008E3C6E"/>
    <w:rsid w:val="00900040"/>
    <w:rsid w:val="0090152C"/>
    <w:rsid w:val="009027DB"/>
    <w:rsid w:val="00903122"/>
    <w:rsid w:val="0090334B"/>
    <w:rsid w:val="0091061C"/>
    <w:rsid w:val="00914015"/>
    <w:rsid w:val="009173D0"/>
    <w:rsid w:val="00932326"/>
    <w:rsid w:val="00936929"/>
    <w:rsid w:val="00937F5E"/>
    <w:rsid w:val="0094034C"/>
    <w:rsid w:val="00954D64"/>
    <w:rsid w:val="00956B67"/>
    <w:rsid w:val="00962C4F"/>
    <w:rsid w:val="009647DF"/>
    <w:rsid w:val="009648FE"/>
    <w:rsid w:val="0097579D"/>
    <w:rsid w:val="00976926"/>
    <w:rsid w:val="00981089"/>
    <w:rsid w:val="00995D0E"/>
    <w:rsid w:val="009960F7"/>
    <w:rsid w:val="009A1267"/>
    <w:rsid w:val="009A2584"/>
    <w:rsid w:val="009A5235"/>
    <w:rsid w:val="009B180E"/>
    <w:rsid w:val="009C4AEA"/>
    <w:rsid w:val="009C5CF6"/>
    <w:rsid w:val="009D04DB"/>
    <w:rsid w:val="009F2EFC"/>
    <w:rsid w:val="00A1344F"/>
    <w:rsid w:val="00A168A2"/>
    <w:rsid w:val="00A24B56"/>
    <w:rsid w:val="00A30CE3"/>
    <w:rsid w:val="00A400E2"/>
    <w:rsid w:val="00A4156B"/>
    <w:rsid w:val="00A5513A"/>
    <w:rsid w:val="00A57F8C"/>
    <w:rsid w:val="00A654E6"/>
    <w:rsid w:val="00A7006D"/>
    <w:rsid w:val="00A72563"/>
    <w:rsid w:val="00A808A4"/>
    <w:rsid w:val="00A857FD"/>
    <w:rsid w:val="00A86683"/>
    <w:rsid w:val="00A95FC8"/>
    <w:rsid w:val="00AC078B"/>
    <w:rsid w:val="00AC0DD4"/>
    <w:rsid w:val="00AC1DDB"/>
    <w:rsid w:val="00AC38BA"/>
    <w:rsid w:val="00AD214C"/>
    <w:rsid w:val="00AD47EE"/>
    <w:rsid w:val="00AF305C"/>
    <w:rsid w:val="00B053C7"/>
    <w:rsid w:val="00B065E8"/>
    <w:rsid w:val="00B14E96"/>
    <w:rsid w:val="00B20E48"/>
    <w:rsid w:val="00B25C78"/>
    <w:rsid w:val="00B44E31"/>
    <w:rsid w:val="00B5036A"/>
    <w:rsid w:val="00B5108A"/>
    <w:rsid w:val="00B5304E"/>
    <w:rsid w:val="00B5459D"/>
    <w:rsid w:val="00B6068A"/>
    <w:rsid w:val="00B61139"/>
    <w:rsid w:val="00B7304A"/>
    <w:rsid w:val="00B74CBC"/>
    <w:rsid w:val="00B8292D"/>
    <w:rsid w:val="00B97ED3"/>
    <w:rsid w:val="00BB4527"/>
    <w:rsid w:val="00BC2AFC"/>
    <w:rsid w:val="00BC5FB2"/>
    <w:rsid w:val="00BD3DBF"/>
    <w:rsid w:val="00BE3578"/>
    <w:rsid w:val="00BE5CBE"/>
    <w:rsid w:val="00BF2C5E"/>
    <w:rsid w:val="00C03CC6"/>
    <w:rsid w:val="00C22245"/>
    <w:rsid w:val="00C279B1"/>
    <w:rsid w:val="00C30798"/>
    <w:rsid w:val="00C327C0"/>
    <w:rsid w:val="00C33A04"/>
    <w:rsid w:val="00C4428F"/>
    <w:rsid w:val="00C5520C"/>
    <w:rsid w:val="00C60EAD"/>
    <w:rsid w:val="00C61E78"/>
    <w:rsid w:val="00C658F3"/>
    <w:rsid w:val="00C67210"/>
    <w:rsid w:val="00C71AF2"/>
    <w:rsid w:val="00C7344F"/>
    <w:rsid w:val="00C91235"/>
    <w:rsid w:val="00C91A2B"/>
    <w:rsid w:val="00C921ED"/>
    <w:rsid w:val="00C94C92"/>
    <w:rsid w:val="00C9597D"/>
    <w:rsid w:val="00C96559"/>
    <w:rsid w:val="00C9727D"/>
    <w:rsid w:val="00CA794A"/>
    <w:rsid w:val="00CC0309"/>
    <w:rsid w:val="00CC6E3C"/>
    <w:rsid w:val="00CD4167"/>
    <w:rsid w:val="00CD42D0"/>
    <w:rsid w:val="00CD548C"/>
    <w:rsid w:val="00CE0496"/>
    <w:rsid w:val="00CE1F0B"/>
    <w:rsid w:val="00CE39E6"/>
    <w:rsid w:val="00CE7E44"/>
    <w:rsid w:val="00CF492F"/>
    <w:rsid w:val="00CF6DD0"/>
    <w:rsid w:val="00D02A00"/>
    <w:rsid w:val="00D23CA1"/>
    <w:rsid w:val="00D27CCD"/>
    <w:rsid w:val="00D46419"/>
    <w:rsid w:val="00D4758B"/>
    <w:rsid w:val="00D52D3D"/>
    <w:rsid w:val="00D573C6"/>
    <w:rsid w:val="00D648B7"/>
    <w:rsid w:val="00D72D3D"/>
    <w:rsid w:val="00D77DEC"/>
    <w:rsid w:val="00D90A74"/>
    <w:rsid w:val="00DA572E"/>
    <w:rsid w:val="00DB145D"/>
    <w:rsid w:val="00DB6263"/>
    <w:rsid w:val="00DC05FD"/>
    <w:rsid w:val="00DC1CB8"/>
    <w:rsid w:val="00DD1E93"/>
    <w:rsid w:val="00DF28F5"/>
    <w:rsid w:val="00DF60EA"/>
    <w:rsid w:val="00E25531"/>
    <w:rsid w:val="00E335EB"/>
    <w:rsid w:val="00E359E3"/>
    <w:rsid w:val="00E35DEA"/>
    <w:rsid w:val="00E504F0"/>
    <w:rsid w:val="00E523A1"/>
    <w:rsid w:val="00E601A3"/>
    <w:rsid w:val="00E749C6"/>
    <w:rsid w:val="00E75C86"/>
    <w:rsid w:val="00E826E7"/>
    <w:rsid w:val="00EA30E0"/>
    <w:rsid w:val="00EA431F"/>
    <w:rsid w:val="00EA44D1"/>
    <w:rsid w:val="00EB6306"/>
    <w:rsid w:val="00EC304B"/>
    <w:rsid w:val="00ED32B9"/>
    <w:rsid w:val="00ED6CDE"/>
    <w:rsid w:val="00EE08E2"/>
    <w:rsid w:val="00EF1D54"/>
    <w:rsid w:val="00F01DF5"/>
    <w:rsid w:val="00F04559"/>
    <w:rsid w:val="00F07281"/>
    <w:rsid w:val="00F12EC4"/>
    <w:rsid w:val="00F145ED"/>
    <w:rsid w:val="00F37252"/>
    <w:rsid w:val="00F418BD"/>
    <w:rsid w:val="00F468D4"/>
    <w:rsid w:val="00F75922"/>
    <w:rsid w:val="00F80BAC"/>
    <w:rsid w:val="00F843DC"/>
    <w:rsid w:val="00F967AE"/>
    <w:rsid w:val="00FA304B"/>
    <w:rsid w:val="00FA49D3"/>
    <w:rsid w:val="00FA5B93"/>
    <w:rsid w:val="00FA5E78"/>
    <w:rsid w:val="00FB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71E6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94390"/>
    <w:pPr>
      <w:overflowPunct w:val="0"/>
      <w:autoSpaceDE w:val="0"/>
      <w:autoSpaceDN w:val="0"/>
      <w:adjustRightInd w:val="0"/>
      <w:spacing w:line="240" w:lineRule="atLeast"/>
      <w:ind w:firstLine="238"/>
      <w:jc w:val="both"/>
      <w:textAlignment w:val="baseline"/>
    </w:pPr>
    <w:rPr>
      <w:rFonts w:ascii="Times" w:hAnsi="Times"/>
      <w:lang w:val="en-US" w:eastAsia="de-DE"/>
    </w:rPr>
  </w:style>
  <w:style w:type="paragraph" w:styleId="Heading1">
    <w:name w:val="heading 1"/>
    <w:basedOn w:val="Normal"/>
    <w:next w:val="Normal"/>
    <w:qFormat/>
    <w:rsid w:val="00F418BD"/>
    <w:pPr>
      <w:keepNext/>
      <w:spacing w:after="240"/>
      <w:outlineLvl w:val="0"/>
    </w:pPr>
    <w:rPr>
      <w:rFonts w:ascii="Arial" w:hAnsi="Arial"/>
      <w:b/>
      <w:bCs/>
      <w:sz w:val="28"/>
      <w:szCs w:val="24"/>
    </w:rPr>
  </w:style>
  <w:style w:type="paragraph" w:styleId="Heading2">
    <w:name w:val="heading 2"/>
    <w:basedOn w:val="Normal"/>
    <w:next w:val="Normal"/>
    <w:qFormat/>
    <w:rsid w:val="00F418BD"/>
    <w:pPr>
      <w:keepNext/>
      <w:spacing w:before="240" w:after="12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F418BD"/>
    <w:pPr>
      <w:keepNext/>
      <w:spacing w:before="180" w:after="12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418B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418B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418BD"/>
    <w:rPr>
      <w:sz w:val="20"/>
    </w:rPr>
  </w:style>
  <w:style w:type="paragraph" w:customStyle="1" w:styleId="Runninghead-left">
    <w:name w:val="Running head - left"/>
    <w:basedOn w:val="Normal"/>
    <w:rsid w:val="00D52D3D"/>
    <w:pPr>
      <w:tabs>
        <w:tab w:val="left" w:pos="680"/>
        <w:tab w:val="right" w:pos="6237"/>
        <w:tab w:val="right" w:pos="6917"/>
      </w:tabs>
      <w:spacing w:after="120" w:line="200" w:lineRule="exact"/>
      <w:ind w:firstLine="0"/>
      <w:jc w:val="left"/>
    </w:pPr>
    <w:rPr>
      <w:sz w:val="17"/>
    </w:rPr>
  </w:style>
  <w:style w:type="paragraph" w:customStyle="1" w:styleId="Runninghead-right">
    <w:name w:val="Running head - right"/>
    <w:basedOn w:val="Runninghead-left"/>
    <w:rsid w:val="00F418BD"/>
    <w:pPr>
      <w:jc w:val="right"/>
    </w:pPr>
  </w:style>
  <w:style w:type="paragraph" w:customStyle="1" w:styleId="author">
    <w:name w:val="author"/>
    <w:basedOn w:val="Normal"/>
    <w:next w:val="Normal"/>
    <w:rsid w:val="00583E41"/>
    <w:pPr>
      <w:suppressAutoHyphens/>
      <w:spacing w:before="480" w:after="220"/>
      <w:ind w:firstLine="0"/>
      <w:jc w:val="left"/>
    </w:pPr>
    <w:rPr>
      <w:b/>
    </w:rPr>
  </w:style>
  <w:style w:type="paragraph" w:customStyle="1" w:styleId="table">
    <w:name w:val="table"/>
    <w:basedOn w:val="Normal"/>
    <w:rsid w:val="00D52D3D"/>
    <w:pPr>
      <w:spacing w:before="60" w:line="200" w:lineRule="atLeast"/>
      <w:ind w:firstLine="0"/>
      <w:jc w:val="left"/>
    </w:pPr>
    <w:rPr>
      <w:sz w:val="17"/>
      <w:szCs w:val="18"/>
    </w:rPr>
  </w:style>
  <w:style w:type="paragraph" w:customStyle="1" w:styleId="equation">
    <w:name w:val="equation"/>
    <w:basedOn w:val="Normal"/>
    <w:next w:val="Normal"/>
    <w:rsid w:val="00B97ED3"/>
    <w:pPr>
      <w:tabs>
        <w:tab w:val="center" w:pos="3204"/>
        <w:tab w:val="right" w:pos="6634"/>
      </w:tabs>
      <w:spacing w:before="240" w:after="240"/>
      <w:ind w:firstLine="0"/>
      <w:jc w:val="left"/>
    </w:pPr>
  </w:style>
  <w:style w:type="paragraph" w:customStyle="1" w:styleId="figlegend">
    <w:name w:val="figlegend"/>
    <w:basedOn w:val="Normal"/>
    <w:next w:val="Normal"/>
    <w:rsid w:val="00D52D3D"/>
    <w:pPr>
      <w:keepLines/>
      <w:spacing w:before="120" w:after="240" w:line="200" w:lineRule="atLeast"/>
      <w:ind w:firstLine="0"/>
    </w:pPr>
    <w:rPr>
      <w:sz w:val="17"/>
    </w:rPr>
  </w:style>
  <w:style w:type="paragraph" w:customStyle="1" w:styleId="FunotentextFootnote">
    <w:name w:val="Fußnotentext.Footnote"/>
    <w:basedOn w:val="p1a"/>
    <w:rsid w:val="00405E55"/>
    <w:pPr>
      <w:tabs>
        <w:tab w:val="left" w:pos="170"/>
      </w:tabs>
      <w:spacing w:after="40" w:line="200" w:lineRule="atLeast"/>
    </w:pPr>
    <w:rPr>
      <w:sz w:val="17"/>
    </w:rPr>
  </w:style>
  <w:style w:type="paragraph" w:customStyle="1" w:styleId="p1a">
    <w:name w:val="p1a"/>
    <w:basedOn w:val="Normal"/>
    <w:next w:val="Normal"/>
    <w:rsid w:val="00F418BD"/>
    <w:pPr>
      <w:ind w:firstLine="0"/>
    </w:pPr>
  </w:style>
  <w:style w:type="character" w:styleId="FootnoteReference">
    <w:name w:val="footnote reference"/>
    <w:basedOn w:val="DefaultParagraphFont"/>
    <w:semiHidden/>
    <w:rsid w:val="00F418BD"/>
    <w:rPr>
      <w:position w:val="6"/>
      <w:sz w:val="12"/>
      <w:vertAlign w:val="baseline"/>
    </w:rPr>
  </w:style>
  <w:style w:type="paragraph" w:customStyle="1" w:styleId="heading10">
    <w:name w:val="heading1"/>
    <w:basedOn w:val="Normal"/>
    <w:next w:val="p1a"/>
    <w:rsid w:val="00005F1B"/>
    <w:pPr>
      <w:keepNext/>
      <w:keepLines/>
      <w:tabs>
        <w:tab w:val="left" w:pos="454"/>
      </w:tabs>
      <w:suppressAutoHyphens/>
      <w:spacing w:before="600" w:after="320"/>
      <w:ind w:firstLine="0"/>
      <w:jc w:val="left"/>
    </w:pPr>
    <w:rPr>
      <w:b/>
      <w:sz w:val="24"/>
    </w:rPr>
  </w:style>
  <w:style w:type="paragraph" w:customStyle="1" w:styleId="heading20">
    <w:name w:val="heading2"/>
    <w:basedOn w:val="heading10"/>
    <w:next w:val="p1a"/>
    <w:rsid w:val="00005F1B"/>
    <w:pPr>
      <w:tabs>
        <w:tab w:val="left" w:pos="510"/>
      </w:tabs>
    </w:pPr>
    <w:rPr>
      <w:i/>
    </w:rPr>
  </w:style>
  <w:style w:type="paragraph" w:customStyle="1" w:styleId="heading30">
    <w:name w:val="heading3"/>
    <w:basedOn w:val="p1a"/>
    <w:next w:val="p1a"/>
    <w:rsid w:val="00005F1B"/>
    <w:pPr>
      <w:tabs>
        <w:tab w:val="left" w:pos="284"/>
      </w:tabs>
      <w:suppressAutoHyphens/>
      <w:spacing w:before="480" w:after="240"/>
      <w:jc w:val="left"/>
    </w:pPr>
    <w:rPr>
      <w:b/>
    </w:rPr>
  </w:style>
  <w:style w:type="paragraph" w:customStyle="1" w:styleId="Subitem">
    <w:name w:val="Subitem"/>
    <w:rsid w:val="006A574A"/>
    <w:pPr>
      <w:numPr>
        <w:numId w:val="18"/>
      </w:numPr>
      <w:spacing w:after="120" w:line="240" w:lineRule="atLeast"/>
      <w:contextualSpacing/>
      <w:jc w:val="both"/>
    </w:pPr>
    <w:rPr>
      <w:rFonts w:ascii="Times" w:hAnsi="Times"/>
      <w:lang w:val="en-US" w:eastAsia="de-DE"/>
    </w:rPr>
  </w:style>
  <w:style w:type="paragraph" w:customStyle="1" w:styleId="NumberedItem">
    <w:name w:val="Numbered Item"/>
    <w:basedOn w:val="BulletItem"/>
    <w:rsid w:val="006A574A"/>
  </w:style>
  <w:style w:type="paragraph" w:customStyle="1" w:styleId="BulletItem">
    <w:name w:val="Bullet Item"/>
    <w:basedOn w:val="Normal"/>
    <w:rsid w:val="00EA44D1"/>
    <w:pPr>
      <w:numPr>
        <w:numId w:val="25"/>
      </w:numPr>
      <w:spacing w:before="120" w:after="120"/>
      <w:contextualSpacing/>
    </w:pPr>
  </w:style>
  <w:style w:type="paragraph" w:customStyle="1" w:styleId="petit">
    <w:name w:val="petit"/>
    <w:basedOn w:val="Normal"/>
    <w:rsid w:val="00D27CCD"/>
    <w:pPr>
      <w:spacing w:before="120" w:after="120" w:line="200" w:lineRule="atLeast"/>
    </w:pPr>
    <w:rPr>
      <w:sz w:val="17"/>
    </w:rPr>
  </w:style>
  <w:style w:type="paragraph" w:customStyle="1" w:styleId="reference">
    <w:name w:val="reference"/>
    <w:basedOn w:val="Normal"/>
    <w:rsid w:val="00D52D3D"/>
    <w:pPr>
      <w:tabs>
        <w:tab w:val="left" w:pos="340"/>
      </w:tabs>
      <w:spacing w:line="200" w:lineRule="atLeast"/>
      <w:ind w:left="238" w:hanging="238"/>
    </w:pPr>
    <w:rPr>
      <w:sz w:val="18"/>
    </w:rPr>
  </w:style>
  <w:style w:type="paragraph" w:customStyle="1" w:styleId="Important">
    <w:name w:val="Important"/>
    <w:basedOn w:val="p1a"/>
    <w:rsid w:val="008603F5"/>
    <w:pPr>
      <w:shd w:val="clear" w:color="auto" w:fill="D9D9D9"/>
      <w:spacing w:before="240" w:after="240"/>
      <w:ind w:left="238" w:right="238"/>
      <w:contextualSpacing/>
    </w:pPr>
  </w:style>
  <w:style w:type="paragraph" w:customStyle="1" w:styleId="tablelegend">
    <w:name w:val="tablelegend"/>
    <w:basedOn w:val="Normal"/>
    <w:next w:val="Normal"/>
    <w:rsid w:val="00D52D3D"/>
    <w:pPr>
      <w:keepNext/>
      <w:keepLines/>
      <w:spacing w:before="240" w:after="120" w:line="200" w:lineRule="atLeast"/>
      <w:ind w:firstLine="0"/>
    </w:pPr>
    <w:rPr>
      <w:sz w:val="17"/>
    </w:rPr>
  </w:style>
  <w:style w:type="paragraph" w:customStyle="1" w:styleId="tablenotes">
    <w:name w:val="tablenotes"/>
    <w:basedOn w:val="Normal"/>
    <w:next w:val="Normal"/>
    <w:rsid w:val="00D52D3D"/>
    <w:pPr>
      <w:widowControl w:val="0"/>
      <w:spacing w:before="20" w:line="200" w:lineRule="atLeast"/>
      <w:ind w:firstLine="0"/>
      <w:jc w:val="left"/>
    </w:pPr>
    <w:rPr>
      <w:sz w:val="17"/>
    </w:rPr>
  </w:style>
  <w:style w:type="paragraph" w:customStyle="1" w:styleId="Ttulo1">
    <w:name w:val="Título1"/>
    <w:basedOn w:val="Normal"/>
    <w:next w:val="p1a"/>
    <w:rsid w:val="000E0820"/>
    <w:pPr>
      <w:keepNext/>
      <w:keepLines/>
      <w:pageBreakBefore/>
      <w:tabs>
        <w:tab w:val="left" w:pos="284"/>
      </w:tabs>
      <w:suppressAutoHyphens/>
      <w:spacing w:line="360" w:lineRule="atLeast"/>
      <w:ind w:firstLine="0"/>
      <w:jc w:val="left"/>
    </w:pPr>
    <w:rPr>
      <w:b/>
      <w:sz w:val="32"/>
    </w:rPr>
  </w:style>
  <w:style w:type="paragraph" w:styleId="TOC1">
    <w:name w:val="toc 1"/>
    <w:basedOn w:val="Normal"/>
    <w:next w:val="petit"/>
    <w:uiPriority w:val="39"/>
    <w:rsid w:val="00F418BD"/>
    <w:pPr>
      <w:tabs>
        <w:tab w:val="right" w:leader="dot" w:pos="6634"/>
      </w:tabs>
      <w:spacing w:before="240"/>
      <w:ind w:firstLine="0"/>
      <w:jc w:val="left"/>
    </w:pPr>
    <w:rPr>
      <w:b/>
    </w:rPr>
  </w:style>
  <w:style w:type="paragraph" w:styleId="TOC2">
    <w:name w:val="toc 2"/>
    <w:basedOn w:val="TOC1"/>
    <w:semiHidden/>
    <w:rsid w:val="00F418BD"/>
    <w:pPr>
      <w:spacing w:before="0"/>
      <w:ind w:left="284"/>
    </w:pPr>
    <w:rPr>
      <w:b w:val="0"/>
    </w:rPr>
  </w:style>
  <w:style w:type="paragraph" w:styleId="TOC3">
    <w:name w:val="toc 3"/>
    <w:basedOn w:val="TOC1"/>
    <w:semiHidden/>
    <w:rsid w:val="00F418BD"/>
    <w:pPr>
      <w:spacing w:before="0"/>
      <w:ind w:left="510"/>
    </w:pPr>
    <w:rPr>
      <w:b w:val="0"/>
    </w:rPr>
  </w:style>
  <w:style w:type="paragraph" w:styleId="Index1">
    <w:name w:val="index 1"/>
    <w:basedOn w:val="petit"/>
    <w:semiHidden/>
    <w:rsid w:val="009960F7"/>
    <w:pPr>
      <w:spacing w:before="0" w:after="0"/>
      <w:ind w:left="720" w:hanging="720"/>
      <w:jc w:val="left"/>
    </w:pPr>
    <w:rPr>
      <w:szCs w:val="21"/>
    </w:rPr>
  </w:style>
  <w:style w:type="paragraph" w:styleId="Index2">
    <w:name w:val="index 2"/>
    <w:basedOn w:val="Index1"/>
    <w:semiHidden/>
    <w:rsid w:val="009960F7"/>
    <w:pPr>
      <w:ind w:left="958"/>
    </w:pPr>
  </w:style>
  <w:style w:type="paragraph" w:styleId="Index3">
    <w:name w:val="index 3"/>
    <w:basedOn w:val="Normal"/>
    <w:next w:val="Normal"/>
    <w:semiHidden/>
    <w:rsid w:val="00F418BD"/>
    <w:pPr>
      <w:ind w:left="660" w:hanging="220"/>
      <w:jc w:val="left"/>
    </w:pPr>
    <w:rPr>
      <w:szCs w:val="21"/>
    </w:rPr>
  </w:style>
  <w:style w:type="paragraph" w:styleId="FootnoteText">
    <w:name w:val="footnote text"/>
    <w:basedOn w:val="Normal"/>
    <w:semiHidden/>
    <w:rsid w:val="00F418BD"/>
  </w:style>
  <w:style w:type="paragraph" w:styleId="TOC4">
    <w:name w:val="toc 4"/>
    <w:basedOn w:val="TOC3"/>
    <w:next w:val="Normal"/>
    <w:semiHidden/>
    <w:rsid w:val="00772BBE"/>
    <w:pPr>
      <w:ind w:left="737"/>
    </w:pPr>
  </w:style>
  <w:style w:type="character" w:styleId="Hyperlink">
    <w:name w:val="Hyperlink"/>
    <w:basedOn w:val="DefaultParagraphFont"/>
    <w:uiPriority w:val="99"/>
    <w:rsid w:val="00F418BD"/>
    <w:rPr>
      <w:color w:val="0000FF"/>
      <w:u w:val="single"/>
    </w:rPr>
  </w:style>
  <w:style w:type="paragraph" w:customStyle="1" w:styleId="heading4">
    <w:name w:val="heading4"/>
    <w:basedOn w:val="p1a"/>
    <w:next w:val="p1a"/>
    <w:rsid w:val="00005F1B"/>
    <w:pPr>
      <w:keepNext/>
      <w:suppressAutoHyphens/>
      <w:spacing w:before="480" w:after="240"/>
      <w:jc w:val="left"/>
    </w:pPr>
  </w:style>
  <w:style w:type="paragraph" w:customStyle="1" w:styleId="heading5">
    <w:name w:val="heading5"/>
    <w:basedOn w:val="heading4"/>
    <w:next w:val="p1a"/>
    <w:rsid w:val="00D4758B"/>
    <w:pPr>
      <w:spacing w:before="360" w:after="120"/>
    </w:pPr>
    <w:rPr>
      <w:i/>
    </w:rPr>
  </w:style>
  <w:style w:type="paragraph" w:customStyle="1" w:styleId="Subttulo1">
    <w:name w:val="Subtítulo1"/>
    <w:basedOn w:val="Ttulo1"/>
    <w:next w:val="author"/>
    <w:rsid w:val="00583E41"/>
    <w:pPr>
      <w:pageBreakBefore w:val="0"/>
      <w:tabs>
        <w:tab w:val="clear" w:pos="284"/>
        <w:tab w:val="left" w:pos="567"/>
      </w:tabs>
      <w:spacing w:before="320" w:line="320" w:lineRule="atLeast"/>
    </w:pPr>
    <w:rPr>
      <w:rFonts w:cs="Arial"/>
      <w:sz w:val="28"/>
    </w:rPr>
  </w:style>
  <w:style w:type="paragraph" w:customStyle="1" w:styleId="Run-inHeading1">
    <w:name w:val="Run-in Heading 1"/>
    <w:basedOn w:val="p1a"/>
    <w:rsid w:val="00722F8A"/>
    <w:pPr>
      <w:spacing w:before="120"/>
    </w:pPr>
    <w:rPr>
      <w:b/>
    </w:rPr>
  </w:style>
  <w:style w:type="paragraph" w:customStyle="1" w:styleId="Run-inHeading2">
    <w:name w:val="Run-in Heading 2"/>
    <w:basedOn w:val="p1a"/>
    <w:rsid w:val="00722F8A"/>
    <w:pPr>
      <w:spacing w:before="120"/>
    </w:pPr>
    <w:rPr>
      <w:i/>
    </w:rPr>
  </w:style>
  <w:style w:type="paragraph" w:customStyle="1" w:styleId="affiliation">
    <w:name w:val="affiliation"/>
    <w:basedOn w:val="Normal"/>
    <w:next w:val="Normal"/>
    <w:rsid w:val="00B065E8"/>
    <w:pPr>
      <w:suppressAutoHyphens/>
      <w:spacing w:before="120" w:line="200" w:lineRule="atLeast"/>
      <w:ind w:left="238" w:firstLine="0"/>
      <w:jc w:val="left"/>
    </w:pPr>
    <w:rPr>
      <w:sz w:val="17"/>
    </w:rPr>
  </w:style>
  <w:style w:type="paragraph" w:customStyle="1" w:styleId="abstract">
    <w:name w:val="abstract"/>
    <w:basedOn w:val="Normal"/>
    <w:next w:val="Normal"/>
    <w:rsid w:val="00B61139"/>
    <w:pPr>
      <w:spacing w:before="480" w:after="480"/>
      <w:ind w:firstLine="0"/>
    </w:pPr>
  </w:style>
  <w:style w:type="paragraph" w:customStyle="1" w:styleId="quotation">
    <w:name w:val="quotation"/>
    <w:basedOn w:val="affiliation"/>
    <w:next w:val="Normal"/>
    <w:rsid w:val="00044A53"/>
    <w:pPr>
      <w:spacing w:after="120"/>
      <w:ind w:right="238"/>
      <w:contextualSpacing/>
    </w:pPr>
  </w:style>
  <w:style w:type="paragraph" w:customStyle="1" w:styleId="acknowledgements">
    <w:name w:val="acknowledgements"/>
    <w:basedOn w:val="affiliation"/>
    <w:next w:val="Normal"/>
    <w:rsid w:val="00B065E8"/>
    <w:pPr>
      <w:suppressAutoHyphens w:val="0"/>
      <w:spacing w:before="240"/>
      <w:ind w:left="0"/>
      <w:jc w:val="both"/>
    </w:pPr>
  </w:style>
  <w:style w:type="paragraph" w:customStyle="1" w:styleId="references">
    <w:name w:val="references"/>
    <w:basedOn w:val="petit"/>
    <w:rsid w:val="00D27CCD"/>
    <w:pPr>
      <w:spacing w:before="0" w:after="0"/>
      <w:ind w:left="238" w:hanging="238"/>
    </w:pPr>
  </w:style>
  <w:style w:type="paragraph" w:customStyle="1" w:styleId="figurecitation">
    <w:name w:val="figurecitation"/>
    <w:basedOn w:val="Normal"/>
    <w:rsid w:val="00B6113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</w:pPr>
    <w:rPr>
      <w:rFonts w:ascii="Arial" w:hAnsi="Arial"/>
      <w:b/>
      <w:sz w:val="36"/>
    </w:rPr>
  </w:style>
  <w:style w:type="paragraph" w:styleId="TOC5">
    <w:name w:val="toc 5"/>
    <w:basedOn w:val="Normal"/>
    <w:next w:val="Normal"/>
    <w:autoRedefine/>
    <w:rsid w:val="00DD1E9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D1E9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D1E9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D1E9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D1E93"/>
    <w:pPr>
      <w:spacing w:after="100"/>
      <w:ind w:left="1600"/>
    </w:pPr>
  </w:style>
  <w:style w:type="paragraph" w:styleId="BalloonText">
    <w:name w:val="Balloon Text"/>
    <w:basedOn w:val="Normal"/>
    <w:link w:val="BalloonTextChar"/>
    <w:rsid w:val="00435A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5A5A"/>
    <w:rPr>
      <w:rFonts w:ascii="Tahoma" w:hAnsi="Tahoma" w:cs="Tahoma"/>
      <w:sz w:val="16"/>
      <w:szCs w:val="16"/>
      <w:lang w:val="en-US" w:eastAsia="de-DE"/>
    </w:rPr>
  </w:style>
  <w:style w:type="paragraph" w:customStyle="1" w:styleId="Default">
    <w:name w:val="Default"/>
    <w:rsid w:val="00233AD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33AD2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  <w:lang w:val="pt-PT" w:eastAsia="pt-PT"/>
    </w:rPr>
  </w:style>
  <w:style w:type="table" w:styleId="TableGrid">
    <w:name w:val="Table Grid"/>
    <w:basedOn w:val="TableNormal"/>
    <w:rsid w:val="00233A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ongtext">
    <w:name w:val="long_text"/>
    <w:basedOn w:val="DefaultParagraphFont"/>
    <w:rsid w:val="00664355"/>
  </w:style>
  <w:style w:type="character" w:customStyle="1" w:styleId="hps">
    <w:name w:val="hps"/>
    <w:basedOn w:val="DefaultParagraphFont"/>
    <w:rsid w:val="00664355"/>
  </w:style>
  <w:style w:type="table" w:styleId="TableClassic1">
    <w:name w:val="Table Classic 1"/>
    <w:basedOn w:val="TableNormal"/>
    <w:rsid w:val="008B1D90"/>
    <w:pPr>
      <w:overflowPunct w:val="0"/>
      <w:autoSpaceDE w:val="0"/>
      <w:autoSpaceDN w:val="0"/>
      <w:adjustRightInd w:val="0"/>
      <w:spacing w:line="240" w:lineRule="atLeast"/>
      <w:ind w:firstLine="238"/>
      <w:jc w:val="both"/>
      <w:textAlignment w:val="baseline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semiHidden/>
    <w:unhideWhenUsed/>
    <w:rsid w:val="00C94C92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C94C9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C94C92"/>
    <w:rPr>
      <w:rFonts w:ascii="Times" w:hAnsi="Times"/>
      <w:sz w:val="24"/>
      <w:szCs w:val="24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94C9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94C92"/>
    <w:rPr>
      <w:rFonts w:ascii="Times" w:hAnsi="Times"/>
      <w:b/>
      <w:bCs/>
      <w:sz w:val="24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Nilza%20Rami&#227;o\Downloads\T1-book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11CE3-0CF7-BA46-B60E-C0765E0F7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C:\Users\Nilza Ramião\Downloads\T1-book.dot</Template>
  <TotalTime>20</TotalTime>
  <Pages>3</Pages>
  <Words>278</Words>
  <Characters>1586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BertelsmannSpringer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Nilza Ramião</dc:creator>
  <cp:lastModifiedBy>João Manuel R.S. Tavares</cp:lastModifiedBy>
  <cp:revision>4</cp:revision>
  <cp:lastPrinted>2014-01-24T16:22:00Z</cp:lastPrinted>
  <dcterms:created xsi:type="dcterms:W3CDTF">2017-03-29T14:41:00Z</dcterms:created>
  <dcterms:modified xsi:type="dcterms:W3CDTF">2017-03-29T15:25:00Z</dcterms:modified>
</cp:coreProperties>
</file>